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1A" w:rsidRDefault="000F641A">
      <w:r>
        <w:t xml:space="preserve">Numbering style attached to </w:t>
      </w:r>
      <w:smartTag w:uri="urn:schemas-microsoft-com:office:smarttags" w:element="City">
        <w:smartTag w:uri="urn:schemas-microsoft-com:office:smarttags" w:element="place">
          <w:r>
            <w:t>Normal</w:t>
          </w:r>
        </w:smartTag>
      </w:smartTag>
      <w:r>
        <w:t>. Hanging indent 1/margin 5</w:t>
      </w:r>
    </w:p>
    <w:p w:rsidR="000F641A" w:rsidRDefault="000F641A" w:rsidP="00EB440D">
      <w:pPr>
        <w:pStyle w:val="OverrideIndent"/>
      </w:pPr>
      <w:r>
        <w:t>Indent override paragraph style sets hanging indent .5/margin 2</w:t>
      </w:r>
    </w:p>
    <w:p w:rsidR="000F641A" w:rsidRDefault="000F641A" w:rsidP="006801E7">
      <w:pPr>
        <w:pStyle w:val="OverrideIndent"/>
        <w:ind w:left="142" w:hanging="142"/>
      </w:pPr>
      <w:r>
        <w:t>Paragraph direct formatting sets hanging indent .25/margin 0</w:t>
      </w:r>
    </w:p>
    <w:p w:rsidR="000F641A" w:rsidRDefault="000F641A" w:rsidP="00866797">
      <w:pPr>
        <w:pStyle w:val="OverrideNumbering"/>
      </w:pPr>
      <w:r>
        <w:t>Override Numbering style on paragraph 4</w:t>
      </w:r>
    </w:p>
    <w:sectPr w:rsidR="000F641A" w:rsidSect="004A7748">
      <w:pgSz w:w="8392" w:h="5954" w:orient="landscape" w:code="7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42F60"/>
    <w:multiLevelType w:val="multilevel"/>
    <w:tmpl w:val="ED1E2E28"/>
    <w:lvl w:ilvl="0">
      <w:start w:val="1"/>
      <w:numFmt w:val="lowerLetter"/>
      <w:lvlText w:val="%1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070BEE"/>
    <w:multiLevelType w:val="hybridMultilevel"/>
    <w:tmpl w:val="B10CAD98"/>
    <w:lvl w:ilvl="0" w:tplc="252A1E36">
      <w:start w:val="1"/>
      <w:numFmt w:val="lowerLetter"/>
      <w:pStyle w:val="Normal"/>
      <w:lvlText w:val="%1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30348F4"/>
    <w:multiLevelType w:val="multilevel"/>
    <w:tmpl w:val="B10CAD98"/>
    <w:lvl w:ilvl="0">
      <w:start w:val="1"/>
      <w:numFmt w:val="lowerLetter"/>
      <w:lvlText w:val="%1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BA6740"/>
    <w:multiLevelType w:val="multilevel"/>
    <w:tmpl w:val="3A983DD6"/>
    <w:lvl w:ilvl="0">
      <w:start w:val="1"/>
      <w:numFmt w:val="lowerLetter"/>
      <w:lvlText w:val="%1."/>
      <w:lvlJc w:val="left"/>
      <w:pPr>
        <w:tabs>
          <w:tab w:val="num" w:pos="3402"/>
        </w:tabs>
        <w:ind w:left="340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40D"/>
    <w:rsid w:val="000F641A"/>
    <w:rsid w:val="00126617"/>
    <w:rsid w:val="00145670"/>
    <w:rsid w:val="004A7748"/>
    <w:rsid w:val="006801E7"/>
    <w:rsid w:val="006A566C"/>
    <w:rsid w:val="00716BFC"/>
    <w:rsid w:val="00747085"/>
    <w:rsid w:val="00804371"/>
    <w:rsid w:val="00866797"/>
    <w:rsid w:val="008867E9"/>
    <w:rsid w:val="008A70BE"/>
    <w:rsid w:val="009A2AF4"/>
    <w:rsid w:val="009C4A42"/>
    <w:rsid w:val="009E6454"/>
    <w:rsid w:val="00A27066"/>
    <w:rsid w:val="00A43955"/>
    <w:rsid w:val="00AC0DFD"/>
    <w:rsid w:val="00D400CA"/>
    <w:rsid w:val="00D75CBD"/>
    <w:rsid w:val="00E36068"/>
    <w:rsid w:val="00EB440D"/>
    <w:rsid w:val="00FE0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66C"/>
    <w:pPr>
      <w:numPr>
        <w:numId w:val="1"/>
      </w:numPr>
      <w:ind w:right="567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verrideIndent">
    <w:name w:val="OverrideIndent"/>
    <w:basedOn w:val="Normal"/>
    <w:uiPriority w:val="99"/>
    <w:rsid w:val="008A70BE"/>
    <w:pPr>
      <w:ind w:left="1418" w:hanging="284"/>
    </w:pPr>
  </w:style>
  <w:style w:type="paragraph" w:customStyle="1" w:styleId="OverrideNumbering">
    <w:name w:val="OverrideNumbering"/>
    <w:basedOn w:val="Normal"/>
    <w:uiPriority w:val="99"/>
    <w:rsid w:val="00866797"/>
    <w:pPr>
      <w:numPr>
        <w:numId w:val="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</TotalTime>
  <Pages>1</Pages>
  <Words>33</Words>
  <Characters>194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JLAutoBuild</dc:creator>
  <cp:keywords/>
  <dc:description/>
  <cp:lastModifiedBy>JLAutoBuild</cp:lastModifiedBy>
  <cp:revision>7</cp:revision>
  <dcterms:created xsi:type="dcterms:W3CDTF">2018-01-23T09:05:00Z</dcterms:created>
  <dcterms:modified xsi:type="dcterms:W3CDTF">2018-01-23T18:44:00Z</dcterms:modified>
</cp:coreProperties>
</file>